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E0347" w14:textId="7F7F26B3" w:rsidR="00525119" w:rsidRDefault="006C71EC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101A2058" wp14:editId="55578E88">
            <wp:simplePos x="0" y="0"/>
            <wp:positionH relativeFrom="column">
              <wp:posOffset>6054090</wp:posOffset>
            </wp:positionH>
            <wp:positionV relativeFrom="paragraph">
              <wp:posOffset>3384452</wp:posOffset>
            </wp:positionV>
            <wp:extent cx="572188" cy="40176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88" cy="40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03051328" wp14:editId="74BC8DEA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009D468C" wp14:editId="2CA808B5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</w:t>
      </w:r>
      <w:r w:rsidR="00D51195" w:rsidRPr="0090117B">
        <w:rPr>
          <w:rFonts w:ascii="Segoe Print" w:hAnsi="Segoe Print"/>
          <w:b/>
          <w:sz w:val="24"/>
        </w:rPr>
        <w:t>.</w:t>
      </w:r>
      <w:r w:rsidR="004821D6">
        <w:rPr>
          <w:rFonts w:ascii="Segoe Print" w:hAnsi="Segoe Print"/>
          <w:b/>
          <w:sz w:val="24"/>
        </w:rPr>
        <w:t>4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1F09C59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52C9C29F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36AAEF34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56A774E2" w14:textId="1871029D" w:rsidR="00E20822" w:rsidRPr="00FB0E81" w:rsidRDefault="00257A8B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>(-</w:t>
            </w:r>
            <w:r w:rsidR="00677673">
              <w:rPr>
                <w:rFonts w:ascii="Avenir Book" w:hAnsi="Avenir Book"/>
                <w:sz w:val="20"/>
                <w:szCs w:val="20"/>
              </w:rPr>
              <w:t>2</w:t>
            </w:r>
            <w:r>
              <w:rPr>
                <w:rFonts w:ascii="Avenir Book" w:hAnsi="Avenir Book"/>
                <w:sz w:val="20"/>
                <w:szCs w:val="20"/>
              </w:rPr>
              <w:t>)</w:t>
            </w:r>
            <w:r w:rsidR="00677673">
              <w:rPr>
                <w:rFonts w:ascii="Avenir Book" w:hAnsi="Avenir Book"/>
                <w:sz w:val="20"/>
                <w:szCs w:val="20"/>
                <w:vertAlign w:val="superscript"/>
              </w:rPr>
              <w:t xml:space="preserve">3 </w:t>
            </w:r>
            <w:r>
              <w:rPr>
                <w:rFonts w:ascii="Avenir Book" w:hAnsi="Avenir Book"/>
                <w:sz w:val="20"/>
                <w:szCs w:val="20"/>
              </w:rPr>
              <w:t>=</w:t>
            </w:r>
          </w:p>
        </w:tc>
        <w:tc>
          <w:tcPr>
            <w:tcW w:w="425" w:type="dxa"/>
            <w:tcBorders>
              <w:right w:val="nil"/>
            </w:tcBorders>
          </w:tcPr>
          <w:p w14:paraId="713BD784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1FC7E5DB" w14:textId="79CF6EA1" w:rsidR="00E20822" w:rsidRPr="000A63AF" w:rsidRDefault="006C71EC" w:rsidP="0064471D">
            <w:pPr>
              <w:spacing w:before="120" w:after="0"/>
              <w:rPr>
                <w:rFonts w:ascii="Avenir Book" w:eastAsiaTheme="minorEastAsia" w:hAnsi="Avenir Book"/>
              </w:rPr>
            </w:pPr>
            <w:r w:rsidRPr="00D51195">
              <w:rPr>
                <w:rFonts w:ascii="Avenir Book" w:hAnsi="Avenir Book"/>
              </w:rPr>
              <w:t xml:space="preserve">Simplify </w:t>
            </w:r>
            <w:r w:rsidR="00760F0E" w:rsidRPr="00BB2761">
              <w:rPr>
                <w:rFonts w:ascii="Avenir Book" w:eastAsia="Calibri" w:hAnsi="Avenir Book"/>
                <w:color w:val="000000" w:themeColor="text1"/>
                <w:kern w:val="24"/>
                <w:sz w:val="20"/>
                <w:szCs w:val="20"/>
              </w:rPr>
              <w:t>3a - 3b – a + 5b</w:t>
            </w:r>
          </w:p>
        </w:tc>
      </w:tr>
      <w:tr w:rsidR="00E20822" w:rsidRPr="00C240D5" w14:paraId="29B83913" w14:textId="77777777" w:rsidTr="006C71EC">
        <w:trPr>
          <w:trHeight w:val="1688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13C3338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1D859C93" w14:textId="1B1442AD" w:rsidR="00E20822" w:rsidRPr="00C240D5" w:rsidRDefault="001000F9" w:rsidP="00505FC9">
            <w:pPr>
              <w:spacing w:before="120" w:after="0"/>
              <w:rPr>
                <w:rFonts w:ascii="Avenir Book" w:hAnsi="Avenir Book"/>
              </w:rPr>
            </w:pPr>
            <w:r w:rsidRPr="00E7701C">
              <w:rPr>
                <w:rFonts w:ascii="Avenir Book" w:hAnsi="Avenir Book"/>
              </w:rPr>
              <w:t xml:space="preserve">Estimate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000000" w:themeColor="text1"/>
                      <w:kern w:val="24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000000" w:themeColor="text1"/>
                      <w:kern w:val="24"/>
                      <w:sz w:val="24"/>
                      <w:szCs w:val="24"/>
                    </w:rPr>
                    <m:t>687.2</m:t>
                  </m:r>
                </m:num>
                <m:den>
                  <m:r>
                    <w:rPr>
                      <w:rFonts w:ascii="Cambria Math" w:eastAsia="Calibri" w:hAnsi="Cambria Math"/>
                      <w:color w:val="000000" w:themeColor="text1"/>
                      <w:kern w:val="24"/>
                      <w:sz w:val="24"/>
                      <w:szCs w:val="24"/>
                    </w:rPr>
                    <m:t>7.19</m:t>
                  </m:r>
                </m:den>
              </m:f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29D473D8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21B2E199" w14:textId="77777777" w:rsidR="004821D6" w:rsidRPr="004821D6" w:rsidRDefault="004821D6" w:rsidP="004821D6">
            <w:pPr>
              <w:pStyle w:val="NormalWeb"/>
              <w:spacing w:before="120" w:beforeAutospacing="0" w:after="0" w:afterAutospacing="0" w:line="257" w:lineRule="auto"/>
              <w:rPr>
                <w:rFonts w:ascii="Arial" w:hAnsi="Arial" w:cs="Arial"/>
                <w:sz w:val="22"/>
                <w:szCs w:val="22"/>
              </w:rPr>
            </w:pPr>
            <w:r w:rsidRPr="004821D6">
              <w:rPr>
                <w:rFonts w:ascii="Avenir Book" w:eastAsia="Calibri" w:hAnsi="Avenir Book"/>
                <w:color w:val="000000" w:themeColor="text1"/>
                <w:kern w:val="24"/>
                <w:sz w:val="22"/>
                <w:szCs w:val="22"/>
              </w:rPr>
              <w:t xml:space="preserve">What is the mode of </w:t>
            </w:r>
          </w:p>
          <w:p w14:paraId="2A01FF9F" w14:textId="66855D88" w:rsidR="00E20822" w:rsidRPr="004821D6" w:rsidRDefault="004821D6" w:rsidP="004821D6">
            <w:pPr>
              <w:spacing w:before="120" w:after="0"/>
              <w:rPr>
                <w:rFonts w:ascii="Avenir Book" w:hAnsi="Avenir Book"/>
              </w:rPr>
            </w:pPr>
            <w:r w:rsidRPr="004821D6">
              <w:rPr>
                <w:rFonts w:ascii="Avenir Book" w:eastAsia="Calibri" w:hAnsi="Avenir Book"/>
                <w:color w:val="000000" w:themeColor="text1"/>
                <w:kern w:val="24"/>
              </w:rPr>
              <w:t>3     6     3     4    0     7      6</w:t>
            </w:r>
          </w:p>
        </w:tc>
      </w:tr>
      <w:tr w:rsidR="00E20822" w:rsidRPr="00C240D5" w14:paraId="0733E890" w14:textId="77777777" w:rsidTr="007E2C1A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1B725E3A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0D95A620" w14:textId="52A588B0" w:rsidR="006C71EC" w:rsidRDefault="006F3868" w:rsidP="00CF4233">
            <w:pPr>
              <w:spacing w:before="120" w:after="0"/>
              <w:rPr>
                <w:rFonts w:ascii="Avenir Book" w:hAnsi="Avenir Book"/>
              </w:rPr>
            </w:pPr>
            <w:r w:rsidRPr="00BB2761">
              <w:rPr>
                <w:rFonts w:ascii="Calibri" w:hAnsi="Calibri" w:cs="Arial"/>
                <w:noProof/>
                <w:color w:val="000000" w:themeColor="text1"/>
                <w:kern w:val="24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214D6088" wp14:editId="77639B47">
                      <wp:simplePos x="0" y="0"/>
                      <wp:positionH relativeFrom="column">
                        <wp:posOffset>1830705</wp:posOffset>
                      </wp:positionH>
                      <wp:positionV relativeFrom="paragraph">
                        <wp:posOffset>84943</wp:posOffset>
                      </wp:positionV>
                      <wp:extent cx="833120" cy="566420"/>
                      <wp:effectExtent l="0" t="0" r="24130" b="43180"/>
                      <wp:wrapNone/>
                      <wp:docPr id="17" name="Group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33120" cy="566420"/>
                                <a:chOff x="0" y="0"/>
                                <a:chExt cx="833120" cy="566420"/>
                              </a:xfrm>
                            </wpg:grpSpPr>
                            <wpg:grpSp>
                              <wpg:cNvPr id="19" name="Group 19"/>
                              <wpg:cNvGrpSpPr/>
                              <wpg:grpSpPr>
                                <a:xfrm>
                                  <a:off x="0" y="0"/>
                                  <a:ext cx="833120" cy="566420"/>
                                  <a:chOff x="0" y="0"/>
                                  <a:chExt cx="833121" cy="566420"/>
                                </a:xfrm>
                              </wpg:grpSpPr>
                              <wps:wsp>
                                <wps:cNvPr id="20" name="Straight Arrow Connector 20"/>
                                <wps:cNvCnPr/>
                                <wps:spPr>
                                  <a:xfrm>
                                    <a:off x="100013" y="42863"/>
                                    <a:ext cx="733108" cy="195263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4" name="Straight Arrow Connector 24"/>
                                <wps:cNvCnPr/>
                                <wps:spPr>
                                  <a:xfrm>
                                    <a:off x="0" y="319088"/>
                                    <a:ext cx="733108" cy="195263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5" name="Straight Connector 25"/>
                                <wps:cNvCnPr/>
                                <wps:spPr>
                                  <a:xfrm>
                                    <a:off x="366713" y="0"/>
                                    <a:ext cx="61595" cy="56642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6" name="Text Box 25"/>
                              <wps:cNvSpPr txBox="1"/>
                              <wps:spPr>
                                <a:xfrm>
                                  <a:off x="38100" y="0"/>
                                  <a:ext cx="626580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9BF8926" w14:textId="77777777" w:rsidR="006F3868" w:rsidRDefault="006F3868" w:rsidP="006F3868">
                                    <w:pPr>
                                      <w:pStyle w:val="NormalWeb"/>
                                      <w:spacing w:before="0" w:beforeAutospacing="0" w:after="160" w:afterAutospacing="0" w:line="256" w:lineRule="auto"/>
                                    </w:pPr>
                                    <w:r>
                                      <w:rPr>
                                        <w:rFonts w:asciiTheme="minorHAnsi" w:eastAsia="Calibri" w:hAnsi="Calibri"/>
                                        <w:color w:val="000000" w:themeColor="dark1"/>
                                        <w:kern w:val="24"/>
                                      </w:rPr>
                                      <w:t>100</w:t>
                                    </w:r>
                                    <w:r>
                                      <w:rPr>
                                        <w:rFonts w:asciiTheme="minorHAnsi" w:eastAsia="Calibri" w:hAnsi="Calibri"/>
                                        <w:color w:val="000000" w:themeColor="dark1"/>
                                        <w:kern w:val="24"/>
                                        <w:position w:val="6"/>
                                        <w:vertAlign w:val="superscript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Text Box 26"/>
                              <wps:cNvSpPr txBox="1"/>
                              <wps:spPr>
                                <a:xfrm>
                                  <a:off x="228600" y="228600"/>
                                  <a:ext cx="45720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4CCE0FE" w14:textId="77777777" w:rsidR="006F3868" w:rsidRDefault="006F3868" w:rsidP="006F3868">
                                    <w:pPr>
                                      <w:pStyle w:val="NormalWeb"/>
                                      <w:spacing w:before="0" w:beforeAutospacing="0" w:after="160" w:afterAutospacing="0" w:line="256" w:lineRule="auto"/>
                                    </w:pPr>
                                    <w:r>
                                      <w:rPr>
                                        <w:rFonts w:asciiTheme="minorHAnsi" w:eastAsia="Calibri" w:hAnsi="Calibri"/>
                                        <w:color w:val="000000" w:themeColor="dark1"/>
                                        <w:kern w:val="24"/>
                                      </w:rPr>
                                      <w:t xml:space="preserve">    x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4D6088" id="Group 6" o:spid="_x0000_s1026" style="position:absolute;margin-left:144.15pt;margin-top:6.7pt;width:65.6pt;height:44.6pt;z-index:251692032" coordsize="8331,566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">
                      <v:group id="Group 19" o:spid="_x0000_s1027" style="position:absolute;width:8331;height:5664" coordsize="8331,566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&#13;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Straight Arrow Connector 20" o:spid="_x0000_s1028" type="#_x0000_t32" style="position:absolute;left:1000;top:428;width:7331;height:195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" strokecolor="#4579b8 [3044]">
                          <v:stroke endarrow="block"/>
                        </v:shape>
                        <v:shape id="Straight Arrow Connector 24" o:spid="_x0000_s1029" type="#_x0000_t32" style="position:absolute;top:3190;width:7331;height:195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" strokecolor="#4579b8 [3044]">
                          <v:stroke endarrow="block"/>
                        </v:shape>
                        <v:line id="Straight Connector 25" o:spid="_x0000_s1030" style="position:absolute;visibility:visible;mso-wrap-style:square" from="3667,0" to="4283,566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" strokecolor="#4579b8 [3044]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5" o:spid="_x0000_s1031" type="#_x0000_t202" style="position:absolute;left:381;width:6265;height:409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" filled="f" stroked="f" strokeweight=".5pt">
                        <v:textbox>
                          <w:txbxContent>
                            <w:p w14:paraId="29BF8926" w14:textId="77777777" w:rsidR="006F3868" w:rsidRDefault="006F3868" w:rsidP="006F3868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Theme="minorHAnsi" w:eastAsia="Calibri" w:hAnsi="Calibri"/>
                                  <w:color w:val="000000" w:themeColor="dark1"/>
                                  <w:kern w:val="24"/>
                                </w:rPr>
                                <w:t>100</w:t>
                              </w:r>
                              <w:r>
                                <w:rPr>
                                  <w:rFonts w:asciiTheme="minorHAnsi" w:eastAsia="Calibri" w:hAnsi="Calibri"/>
                                  <w:color w:val="000000" w:themeColor="dark1"/>
                                  <w:kern w:val="24"/>
                                  <w:position w:val="6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Text Box 26" o:spid="_x0000_s1032" type="#_x0000_t202" style="position:absolute;left:2286;top:2286;width:4572;height:23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" filled="f" stroked="f" strokeweight=".5pt">
                        <v:textbox>
                          <w:txbxContent>
                            <w:p w14:paraId="14CCE0FE" w14:textId="77777777" w:rsidR="006F3868" w:rsidRDefault="006F3868" w:rsidP="006F3868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Theme="minorHAnsi" w:eastAsia="Calibri" w:hAnsi="Calibri"/>
                                  <w:color w:val="000000" w:themeColor="dark1"/>
                                  <w:kern w:val="24"/>
                                </w:rPr>
                                <w:t xml:space="preserve">    x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6C71EC" w:rsidRPr="00D51195">
              <w:rPr>
                <w:rFonts w:ascii="Avenir Book" w:hAnsi="Avenir Book"/>
              </w:rPr>
              <w:t>Find angle x</w:t>
            </w:r>
          </w:p>
          <w:p w14:paraId="3379BABB" w14:textId="010BE616" w:rsidR="00CF4233" w:rsidRPr="00CF4233" w:rsidRDefault="00CF4233" w:rsidP="00CF4233">
            <w:pPr>
              <w:spacing w:before="120" w:after="0"/>
              <w:rPr>
                <w:rFonts w:ascii="Avenir Book" w:hAnsi="Avenir Book"/>
              </w:rPr>
            </w:pPr>
            <w:r w:rsidRPr="00CF4233">
              <w:rPr>
                <w:rFonts w:ascii="Avenir Book" w:hAnsi="Avenir Book" w:cs="Arial"/>
                <w:color w:val="000000" w:themeColor="text1"/>
                <w:kern w:val="24"/>
              </w:rPr>
              <w:t>Give a reason.</w:t>
            </w:r>
          </w:p>
          <w:p w14:paraId="4112BEF1" w14:textId="1CE65907" w:rsidR="007E2C1A" w:rsidRPr="00C240D5" w:rsidRDefault="007E2C1A" w:rsidP="007E2C1A">
            <w:pPr>
              <w:spacing w:before="120" w:after="0"/>
              <w:rPr>
                <w:rFonts w:ascii="Avenir Book" w:hAnsi="Avenir Book"/>
              </w:rPr>
            </w:pPr>
          </w:p>
        </w:tc>
      </w:tr>
    </w:tbl>
    <w:p w14:paraId="6D6D9AF3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7040B03A" w14:textId="2A56ABB6" w:rsidR="006C71EC" w:rsidRDefault="006C71EC" w:rsidP="00525119">
      <w:pPr>
        <w:spacing w:after="0"/>
        <w:rPr>
          <w:rFonts w:ascii="Avenir Book" w:hAnsi="Avenir Book"/>
          <w:sz w:val="24"/>
          <w:szCs w:val="24"/>
        </w:rPr>
      </w:pPr>
    </w:p>
    <w:p w14:paraId="66AB634B" w14:textId="77777777" w:rsidR="003067C0" w:rsidRDefault="003067C0" w:rsidP="003067C0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96128" behindDoc="0" locked="0" layoutInCell="1" allowOverlap="1" wp14:anchorId="4BDE7A37" wp14:editId="31036D44">
            <wp:simplePos x="0" y="0"/>
            <wp:positionH relativeFrom="column">
              <wp:posOffset>6054090</wp:posOffset>
            </wp:positionH>
            <wp:positionV relativeFrom="paragraph">
              <wp:posOffset>3384452</wp:posOffset>
            </wp:positionV>
            <wp:extent cx="572188" cy="401760"/>
            <wp:effectExtent l="0" t="0" r="0" b="508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88" cy="40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5104" behindDoc="0" locked="0" layoutInCell="1" allowOverlap="1" wp14:anchorId="6B83A902" wp14:editId="34F7B3BA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51" name="Picture 5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4080" behindDoc="0" locked="0" layoutInCell="1" allowOverlap="1" wp14:anchorId="1DB6C61B" wp14:editId="07DAC3FE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52" name="Picture 5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580D2BC1" w14:textId="77777777" w:rsidR="003067C0" w:rsidRDefault="003067C0" w:rsidP="003067C0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3067C0" w:rsidRPr="000A63AF" w14:paraId="1EEDA666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0C548074" w14:textId="77777777" w:rsidR="003067C0" w:rsidRPr="00C240D5" w:rsidRDefault="003067C0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20D0A6DA" w14:textId="77777777" w:rsidR="003067C0" w:rsidRPr="00FB0E81" w:rsidRDefault="003067C0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>(-2)</w:t>
            </w:r>
            <w:r>
              <w:rPr>
                <w:rFonts w:ascii="Avenir Book" w:hAnsi="Avenir Book"/>
                <w:sz w:val="20"/>
                <w:szCs w:val="20"/>
                <w:vertAlign w:val="superscript"/>
              </w:rPr>
              <w:t xml:space="preserve">3 </w:t>
            </w:r>
            <w:r>
              <w:rPr>
                <w:rFonts w:ascii="Avenir Book" w:hAnsi="Avenir Book"/>
                <w:sz w:val="20"/>
                <w:szCs w:val="20"/>
              </w:rPr>
              <w:t>=</w:t>
            </w:r>
          </w:p>
        </w:tc>
        <w:tc>
          <w:tcPr>
            <w:tcW w:w="425" w:type="dxa"/>
            <w:tcBorders>
              <w:right w:val="nil"/>
            </w:tcBorders>
          </w:tcPr>
          <w:p w14:paraId="7F9DC252" w14:textId="77777777" w:rsidR="003067C0" w:rsidRPr="00C240D5" w:rsidRDefault="003067C0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6234CEC7" w14:textId="77777777" w:rsidR="003067C0" w:rsidRPr="000A63AF" w:rsidRDefault="003067C0" w:rsidP="00E01254">
            <w:pPr>
              <w:spacing w:before="120" w:after="0"/>
              <w:rPr>
                <w:rFonts w:ascii="Avenir Book" w:eastAsiaTheme="minorEastAsia" w:hAnsi="Avenir Book"/>
              </w:rPr>
            </w:pPr>
            <w:r w:rsidRPr="00D51195">
              <w:rPr>
                <w:rFonts w:ascii="Avenir Book" w:hAnsi="Avenir Book"/>
              </w:rPr>
              <w:t xml:space="preserve">Simplify </w:t>
            </w:r>
            <w:r w:rsidRPr="00BB2761">
              <w:rPr>
                <w:rFonts w:ascii="Avenir Book" w:eastAsia="Calibri" w:hAnsi="Avenir Book"/>
                <w:color w:val="000000" w:themeColor="text1"/>
                <w:kern w:val="24"/>
                <w:sz w:val="20"/>
                <w:szCs w:val="20"/>
              </w:rPr>
              <w:t>3a - 3b – a + 5b</w:t>
            </w:r>
          </w:p>
        </w:tc>
      </w:tr>
      <w:tr w:rsidR="003067C0" w:rsidRPr="00C240D5" w14:paraId="11A5A87A" w14:textId="77777777" w:rsidTr="00E01254">
        <w:trPr>
          <w:trHeight w:val="1688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1E15656F" w14:textId="77777777" w:rsidR="003067C0" w:rsidRPr="00C240D5" w:rsidRDefault="003067C0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35E106A7" w14:textId="77777777" w:rsidR="003067C0" w:rsidRPr="00C240D5" w:rsidRDefault="003067C0" w:rsidP="00E01254">
            <w:pPr>
              <w:spacing w:before="120" w:after="0"/>
              <w:rPr>
                <w:rFonts w:ascii="Avenir Book" w:hAnsi="Avenir Book"/>
              </w:rPr>
            </w:pPr>
            <w:r w:rsidRPr="00E7701C">
              <w:rPr>
                <w:rFonts w:ascii="Avenir Book" w:hAnsi="Avenir Book"/>
              </w:rPr>
              <w:t xml:space="preserve">Estimate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000000" w:themeColor="text1"/>
                      <w:kern w:val="24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000000" w:themeColor="text1"/>
                      <w:kern w:val="24"/>
                      <w:sz w:val="24"/>
                      <w:szCs w:val="24"/>
                    </w:rPr>
                    <m:t>687.2</m:t>
                  </m:r>
                </m:num>
                <m:den>
                  <m:r>
                    <w:rPr>
                      <w:rFonts w:ascii="Cambria Math" w:eastAsia="Calibri" w:hAnsi="Cambria Math"/>
                      <w:color w:val="000000" w:themeColor="text1"/>
                      <w:kern w:val="24"/>
                      <w:sz w:val="24"/>
                      <w:szCs w:val="24"/>
                    </w:rPr>
                    <m:t>7.19</m:t>
                  </m:r>
                </m:den>
              </m:f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14C8F868" w14:textId="77777777" w:rsidR="003067C0" w:rsidRPr="00C240D5" w:rsidRDefault="003067C0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7CEE690C" w14:textId="77777777" w:rsidR="003067C0" w:rsidRPr="004821D6" w:rsidRDefault="003067C0" w:rsidP="00E01254">
            <w:pPr>
              <w:pStyle w:val="NormalWeb"/>
              <w:spacing w:before="120" w:beforeAutospacing="0" w:after="0" w:afterAutospacing="0" w:line="257" w:lineRule="auto"/>
              <w:rPr>
                <w:rFonts w:ascii="Arial" w:hAnsi="Arial" w:cs="Arial"/>
                <w:sz w:val="22"/>
                <w:szCs w:val="22"/>
              </w:rPr>
            </w:pPr>
            <w:r w:rsidRPr="004821D6">
              <w:rPr>
                <w:rFonts w:ascii="Avenir Book" w:eastAsia="Calibri" w:hAnsi="Avenir Book"/>
                <w:color w:val="000000" w:themeColor="text1"/>
                <w:kern w:val="24"/>
                <w:sz w:val="22"/>
                <w:szCs w:val="22"/>
              </w:rPr>
              <w:t xml:space="preserve">What is the mode of </w:t>
            </w:r>
          </w:p>
          <w:p w14:paraId="6140E532" w14:textId="77777777" w:rsidR="003067C0" w:rsidRPr="004821D6" w:rsidRDefault="003067C0" w:rsidP="00E01254">
            <w:pPr>
              <w:spacing w:before="120" w:after="0"/>
              <w:rPr>
                <w:rFonts w:ascii="Avenir Book" w:hAnsi="Avenir Book"/>
              </w:rPr>
            </w:pPr>
            <w:r w:rsidRPr="004821D6">
              <w:rPr>
                <w:rFonts w:ascii="Avenir Book" w:eastAsia="Calibri" w:hAnsi="Avenir Book"/>
                <w:color w:val="000000" w:themeColor="text1"/>
                <w:kern w:val="24"/>
              </w:rPr>
              <w:t>3     6     3     4    0     7      6</w:t>
            </w:r>
          </w:p>
        </w:tc>
      </w:tr>
      <w:tr w:rsidR="003067C0" w:rsidRPr="00C240D5" w14:paraId="6BAC4BA2" w14:textId="77777777" w:rsidTr="00E01254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1B3D06B9" w14:textId="77777777" w:rsidR="003067C0" w:rsidRPr="00C240D5" w:rsidRDefault="003067C0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0F3795BE" w14:textId="77777777" w:rsidR="003067C0" w:rsidRDefault="003067C0" w:rsidP="00E01254">
            <w:pPr>
              <w:spacing w:before="120" w:after="0"/>
              <w:rPr>
                <w:rFonts w:ascii="Avenir Book" w:hAnsi="Avenir Book"/>
              </w:rPr>
            </w:pPr>
            <w:r w:rsidRPr="00BB2761">
              <w:rPr>
                <w:rFonts w:ascii="Calibri" w:hAnsi="Calibri" w:cs="Arial"/>
                <w:noProof/>
                <w:color w:val="000000" w:themeColor="text1"/>
                <w:kern w:val="24"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6E9D9401" wp14:editId="2E43D510">
                      <wp:simplePos x="0" y="0"/>
                      <wp:positionH relativeFrom="column">
                        <wp:posOffset>1830705</wp:posOffset>
                      </wp:positionH>
                      <wp:positionV relativeFrom="paragraph">
                        <wp:posOffset>84943</wp:posOffset>
                      </wp:positionV>
                      <wp:extent cx="833120" cy="566420"/>
                      <wp:effectExtent l="0" t="0" r="24130" b="43180"/>
                      <wp:wrapNone/>
                      <wp:docPr id="43" name="Group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33120" cy="566420"/>
                                <a:chOff x="0" y="0"/>
                                <a:chExt cx="833120" cy="566420"/>
                              </a:xfrm>
                            </wpg:grpSpPr>
                            <wpg:grpSp>
                              <wpg:cNvPr id="44" name="Group 44"/>
                              <wpg:cNvGrpSpPr/>
                              <wpg:grpSpPr>
                                <a:xfrm>
                                  <a:off x="0" y="0"/>
                                  <a:ext cx="833120" cy="566420"/>
                                  <a:chOff x="0" y="0"/>
                                  <a:chExt cx="833121" cy="566420"/>
                                </a:xfrm>
                              </wpg:grpSpPr>
                              <wps:wsp>
                                <wps:cNvPr id="45" name="Straight Arrow Connector 45"/>
                                <wps:cNvCnPr/>
                                <wps:spPr>
                                  <a:xfrm>
                                    <a:off x="100013" y="42863"/>
                                    <a:ext cx="733108" cy="195263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6" name="Straight Arrow Connector 46"/>
                                <wps:cNvCnPr/>
                                <wps:spPr>
                                  <a:xfrm>
                                    <a:off x="0" y="319088"/>
                                    <a:ext cx="733108" cy="195263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7" name="Straight Connector 47"/>
                                <wps:cNvCnPr/>
                                <wps:spPr>
                                  <a:xfrm>
                                    <a:off x="366713" y="0"/>
                                    <a:ext cx="61595" cy="56642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8" name="Text Box 25"/>
                              <wps:cNvSpPr txBox="1"/>
                              <wps:spPr>
                                <a:xfrm>
                                  <a:off x="38100" y="0"/>
                                  <a:ext cx="626580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A0D8779" w14:textId="77777777" w:rsidR="003067C0" w:rsidRDefault="003067C0" w:rsidP="003067C0">
                                    <w:pPr>
                                      <w:pStyle w:val="NormalWeb"/>
                                      <w:spacing w:before="0" w:beforeAutospacing="0" w:after="160" w:afterAutospacing="0" w:line="256" w:lineRule="auto"/>
                                    </w:pPr>
                                    <w:r>
                                      <w:rPr>
                                        <w:rFonts w:asciiTheme="minorHAnsi" w:eastAsia="Calibri" w:hAnsi="Calibri"/>
                                        <w:color w:val="000000" w:themeColor="dark1"/>
                                        <w:kern w:val="24"/>
                                      </w:rPr>
                                      <w:t>100</w:t>
                                    </w:r>
                                    <w:r>
                                      <w:rPr>
                                        <w:rFonts w:asciiTheme="minorHAnsi" w:eastAsia="Calibri" w:hAnsi="Calibri"/>
                                        <w:color w:val="000000" w:themeColor="dark1"/>
                                        <w:kern w:val="24"/>
                                        <w:position w:val="6"/>
                                        <w:vertAlign w:val="superscript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Text Box 26"/>
                              <wps:cNvSpPr txBox="1"/>
                              <wps:spPr>
                                <a:xfrm>
                                  <a:off x="228600" y="228600"/>
                                  <a:ext cx="45720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412F771" w14:textId="77777777" w:rsidR="003067C0" w:rsidRDefault="003067C0" w:rsidP="003067C0">
                                    <w:pPr>
                                      <w:pStyle w:val="NormalWeb"/>
                                      <w:spacing w:before="0" w:beforeAutospacing="0" w:after="160" w:afterAutospacing="0" w:line="256" w:lineRule="auto"/>
                                    </w:pPr>
                                    <w:r>
                                      <w:rPr>
                                        <w:rFonts w:asciiTheme="minorHAnsi" w:eastAsia="Calibri" w:hAnsi="Calibri"/>
                                        <w:color w:val="000000" w:themeColor="dark1"/>
                                        <w:kern w:val="24"/>
                                      </w:rPr>
                                      <w:t xml:space="preserve">    x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9D9401" id="_x0000_s1033" style="position:absolute;margin-left:144.15pt;margin-top:6.7pt;width:65.6pt;height:44.6pt;z-index:251697152" coordsize="8331,566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">
                      <v:group id="Group 44" o:spid="_x0000_s1034" style="position:absolute;width:8331;height:5664" coordsize="8331,566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">
                        <v:shape id="Straight Arrow Connector 45" o:spid="_x0000_s1035" type="#_x0000_t32" style="position:absolute;left:1000;top:428;width:7331;height:195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" strokecolor="#4579b8 [3044]">
                          <v:stroke endarrow="block"/>
                        </v:shape>
                        <v:shape id="Straight Arrow Connector 46" o:spid="_x0000_s1036" type="#_x0000_t32" style="position:absolute;top:3190;width:7331;height:195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" strokecolor="#4579b8 [3044]">
                          <v:stroke endarrow="block"/>
                        </v:shape>
                        <v:line id="Straight Connector 47" o:spid="_x0000_s1037" style="position:absolute;visibility:visible;mso-wrap-style:square" from="3667,0" to="4283,566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" strokecolor="#4579b8 [3044]"/>
                      </v:group>
                      <v:shape id="Text Box 25" o:spid="_x0000_s1038" type="#_x0000_t202" style="position:absolute;left:381;width:6265;height:409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" filled="f" stroked="f" strokeweight=".5pt">
                        <v:textbox>
                          <w:txbxContent>
                            <w:p w14:paraId="4A0D8779" w14:textId="77777777" w:rsidR="003067C0" w:rsidRDefault="003067C0" w:rsidP="003067C0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Theme="minorHAnsi" w:eastAsia="Calibri" w:hAnsi="Calibri"/>
                                  <w:color w:val="000000" w:themeColor="dark1"/>
                                  <w:kern w:val="24"/>
                                </w:rPr>
                                <w:t>100</w:t>
                              </w:r>
                              <w:r>
                                <w:rPr>
                                  <w:rFonts w:asciiTheme="minorHAnsi" w:eastAsia="Calibri" w:hAnsi="Calibri"/>
                                  <w:color w:val="000000" w:themeColor="dark1"/>
                                  <w:kern w:val="24"/>
                                  <w:position w:val="6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Text Box 26" o:spid="_x0000_s1039" type="#_x0000_t202" style="position:absolute;left:2286;top:2286;width:4572;height:23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" filled="f" stroked="f" strokeweight=".5pt">
                        <v:textbox>
                          <w:txbxContent>
                            <w:p w14:paraId="0412F771" w14:textId="77777777" w:rsidR="003067C0" w:rsidRDefault="003067C0" w:rsidP="003067C0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Theme="minorHAnsi" w:eastAsia="Calibri" w:hAnsi="Calibri"/>
                                  <w:color w:val="000000" w:themeColor="dark1"/>
                                  <w:kern w:val="24"/>
                                </w:rPr>
                                <w:t xml:space="preserve">    x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1195">
              <w:rPr>
                <w:rFonts w:ascii="Avenir Book" w:hAnsi="Avenir Book"/>
              </w:rPr>
              <w:t>Find angle x</w:t>
            </w:r>
          </w:p>
          <w:p w14:paraId="627845C8" w14:textId="77777777" w:rsidR="003067C0" w:rsidRPr="00CF4233" w:rsidRDefault="003067C0" w:rsidP="00E01254">
            <w:pPr>
              <w:spacing w:before="120" w:after="0"/>
              <w:rPr>
                <w:rFonts w:ascii="Avenir Book" w:hAnsi="Avenir Book"/>
              </w:rPr>
            </w:pPr>
            <w:r w:rsidRPr="00CF4233">
              <w:rPr>
                <w:rFonts w:ascii="Avenir Book" w:hAnsi="Avenir Book" w:cs="Arial"/>
                <w:color w:val="000000" w:themeColor="text1"/>
                <w:kern w:val="24"/>
              </w:rPr>
              <w:t>Give a reason.</w:t>
            </w:r>
          </w:p>
          <w:p w14:paraId="3B19E67E" w14:textId="77777777" w:rsidR="003067C0" w:rsidRPr="00C240D5" w:rsidRDefault="003067C0" w:rsidP="00E01254">
            <w:pPr>
              <w:spacing w:before="120" w:after="0"/>
              <w:rPr>
                <w:rFonts w:ascii="Avenir Book" w:hAnsi="Avenir Book"/>
              </w:rPr>
            </w:pPr>
          </w:p>
        </w:tc>
      </w:tr>
    </w:tbl>
    <w:p w14:paraId="5A061D89" w14:textId="77777777" w:rsidR="00A6525C" w:rsidRDefault="00A6525C" w:rsidP="00525119">
      <w:pPr>
        <w:spacing w:after="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A6525C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1EC"/>
    <w:rsid w:val="000A43CA"/>
    <w:rsid w:val="000A63AF"/>
    <w:rsid w:val="000E4F19"/>
    <w:rsid w:val="001000F9"/>
    <w:rsid w:val="001826A9"/>
    <w:rsid w:val="00200E08"/>
    <w:rsid w:val="00213C21"/>
    <w:rsid w:val="00257A8B"/>
    <w:rsid w:val="002D5D86"/>
    <w:rsid w:val="003067C0"/>
    <w:rsid w:val="00333535"/>
    <w:rsid w:val="003F51D8"/>
    <w:rsid w:val="00415590"/>
    <w:rsid w:val="004821D6"/>
    <w:rsid w:val="00505FC9"/>
    <w:rsid w:val="00525119"/>
    <w:rsid w:val="005F4645"/>
    <w:rsid w:val="0064471D"/>
    <w:rsid w:val="00674E6E"/>
    <w:rsid w:val="00677673"/>
    <w:rsid w:val="00681364"/>
    <w:rsid w:val="006C71EC"/>
    <w:rsid w:val="006F3868"/>
    <w:rsid w:val="00705472"/>
    <w:rsid w:val="00760F0E"/>
    <w:rsid w:val="007B4226"/>
    <w:rsid w:val="007E2C1A"/>
    <w:rsid w:val="00862C8B"/>
    <w:rsid w:val="008C0D5C"/>
    <w:rsid w:val="0090117B"/>
    <w:rsid w:val="0099142F"/>
    <w:rsid w:val="009D1B7F"/>
    <w:rsid w:val="009D693F"/>
    <w:rsid w:val="009F55BB"/>
    <w:rsid w:val="00A6525C"/>
    <w:rsid w:val="00AD3C1A"/>
    <w:rsid w:val="00BE7AC9"/>
    <w:rsid w:val="00C240D5"/>
    <w:rsid w:val="00C41860"/>
    <w:rsid w:val="00CF4233"/>
    <w:rsid w:val="00D51195"/>
    <w:rsid w:val="00DB511B"/>
    <w:rsid w:val="00E20822"/>
    <w:rsid w:val="00E7749A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C34AA"/>
  <w15:docId w15:val="{37C90875-589A-4644-8E32-71E6AFC1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9</cp:revision>
  <dcterms:created xsi:type="dcterms:W3CDTF">2019-02-22T16:39:00Z</dcterms:created>
  <dcterms:modified xsi:type="dcterms:W3CDTF">2019-02-22T16:41:00Z</dcterms:modified>
</cp:coreProperties>
</file>